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650" w:rsidRPr="00DE6E6D" w:rsidRDefault="00492650" w:rsidP="004A197C">
      <w:pPr>
        <w:pStyle w:val="NoSpacing"/>
        <w:jc w:val="both"/>
        <w:rPr>
          <w:b/>
          <w:sz w:val="24"/>
          <w:szCs w:val="24"/>
        </w:rPr>
      </w:pPr>
    </w:p>
    <w:p w:rsidR="00492650" w:rsidRPr="00DE6E6D" w:rsidRDefault="00492650" w:rsidP="00DE6E6D">
      <w:pPr>
        <w:spacing w:after="0" w:line="240" w:lineRule="auto"/>
        <w:jc w:val="both"/>
        <w:rPr>
          <w:rFonts w:cs="Open Sans Condensed Light"/>
          <w:b/>
          <w:lang w:eastAsia="it-IT"/>
        </w:rPr>
      </w:pPr>
    </w:p>
    <w:p w:rsidR="00492650" w:rsidRPr="006C145B" w:rsidRDefault="00492650" w:rsidP="00DE6E6D">
      <w:pPr>
        <w:spacing w:after="0" w:line="240" w:lineRule="auto"/>
        <w:jc w:val="both"/>
        <w:rPr>
          <w:rFonts w:cs="Open Sans Condensed Light"/>
          <w:b/>
          <w:lang w:eastAsia="it-IT"/>
        </w:rPr>
      </w:pPr>
      <w:r w:rsidRPr="004E5246"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alt="Logo rosso piccolo" style="width:136.5pt;height:42.75pt;visibility:visible">
            <v:imagedata r:id="rId4" o:title=""/>
          </v:shape>
        </w:pict>
      </w:r>
    </w:p>
    <w:p w:rsidR="00492650" w:rsidRPr="006C145B" w:rsidRDefault="00492650" w:rsidP="00DE6E6D">
      <w:pPr>
        <w:spacing w:after="0" w:line="240" w:lineRule="auto"/>
        <w:jc w:val="both"/>
        <w:rPr>
          <w:rFonts w:cs="Open Sans Condensed Light"/>
          <w:b/>
          <w:lang w:eastAsia="it-IT"/>
        </w:rPr>
      </w:pPr>
    </w:p>
    <w:p w:rsidR="00492650" w:rsidRPr="006C145B" w:rsidRDefault="00492650" w:rsidP="00DE6E6D">
      <w:pPr>
        <w:spacing w:after="0" w:line="240" w:lineRule="auto"/>
        <w:jc w:val="both"/>
        <w:rPr>
          <w:rFonts w:cs="Open Sans Condensed Light"/>
          <w:b/>
          <w:lang w:eastAsia="it-IT"/>
        </w:rPr>
      </w:pPr>
    </w:p>
    <w:p w:rsidR="00492650" w:rsidRDefault="00492650" w:rsidP="00E16B36">
      <w:pPr>
        <w:spacing w:after="0" w:line="240" w:lineRule="auto"/>
        <w:jc w:val="both"/>
        <w:rPr>
          <w:rFonts w:cs="Open Sans Condensed Light"/>
          <w:b/>
          <w:sz w:val="20"/>
          <w:szCs w:val="20"/>
          <w:lang w:val="en-US" w:eastAsia="it-IT"/>
        </w:rPr>
      </w:pPr>
    </w:p>
    <w:p w:rsidR="00492650" w:rsidRDefault="00492650" w:rsidP="00A9101E">
      <w:pPr>
        <w:spacing w:after="0" w:line="240" w:lineRule="auto"/>
        <w:jc w:val="both"/>
        <w:rPr>
          <w:rFonts w:cs="Open Sans Condensed Light"/>
          <w:b/>
          <w:sz w:val="20"/>
          <w:szCs w:val="20"/>
          <w:lang w:val="en-US" w:eastAsia="it-IT"/>
        </w:rPr>
      </w:pPr>
      <w:r w:rsidRPr="006C145B">
        <w:rPr>
          <w:rFonts w:cs="Open Sans Condensed Light"/>
          <w:b/>
          <w:sz w:val="20"/>
          <w:szCs w:val="20"/>
          <w:lang w:val="en-US" w:eastAsia="it-IT"/>
        </w:rPr>
        <w:t>EUROLUCE 2015</w:t>
      </w:r>
      <w:r>
        <w:rPr>
          <w:rFonts w:cs="Open Sans Condensed Light"/>
          <w:b/>
          <w:sz w:val="20"/>
          <w:szCs w:val="20"/>
          <w:lang w:val="en-US" w:eastAsia="it-IT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rFonts w:cs="Open Sans Condensed Light"/>
              <w:b/>
              <w:sz w:val="20"/>
              <w:szCs w:val="20"/>
              <w:lang w:val="en-US" w:eastAsia="it-IT"/>
            </w:rPr>
            <w:t>Milan</w:t>
          </w:r>
        </w:smartTag>
      </w:smartTag>
    </w:p>
    <w:p w:rsidR="00492650" w:rsidRDefault="00492650" w:rsidP="00A9101E">
      <w:pPr>
        <w:spacing w:after="0" w:line="240" w:lineRule="auto"/>
        <w:jc w:val="both"/>
        <w:rPr>
          <w:rFonts w:cs="Open Sans Condensed Light"/>
          <w:b/>
          <w:sz w:val="20"/>
          <w:szCs w:val="20"/>
          <w:lang w:val="en-US" w:eastAsia="it-IT"/>
        </w:rPr>
      </w:pPr>
      <w:r w:rsidRPr="00A9101E">
        <w:rPr>
          <w:rFonts w:cs="Open Sans Condensed Light"/>
          <w:b/>
          <w:sz w:val="20"/>
          <w:szCs w:val="20"/>
          <w:lang w:val="en-US" w:eastAsia="it-IT"/>
        </w:rPr>
        <w:t>April 14th-19th 2015</w:t>
      </w:r>
    </w:p>
    <w:p w:rsidR="00492650" w:rsidRDefault="00492650" w:rsidP="00A9101E">
      <w:pPr>
        <w:spacing w:after="0" w:line="240" w:lineRule="auto"/>
        <w:jc w:val="both"/>
        <w:rPr>
          <w:rFonts w:cs="Open Sans Condensed Light"/>
          <w:b/>
          <w:sz w:val="20"/>
          <w:szCs w:val="20"/>
          <w:lang w:val="en-US" w:eastAsia="it-IT"/>
        </w:rPr>
      </w:pPr>
    </w:p>
    <w:p w:rsidR="00492650" w:rsidRDefault="00492650" w:rsidP="00A9101E">
      <w:pPr>
        <w:spacing w:after="0" w:line="240" w:lineRule="auto"/>
        <w:jc w:val="both"/>
        <w:rPr>
          <w:rFonts w:cs="Open Sans Condensed Light"/>
          <w:b/>
          <w:sz w:val="20"/>
          <w:szCs w:val="20"/>
          <w:lang w:val="en-US" w:eastAsia="it-IT"/>
        </w:rPr>
      </w:pPr>
    </w:p>
    <w:p w:rsidR="00492650" w:rsidRPr="006C145B" w:rsidRDefault="00492650" w:rsidP="00A9101E">
      <w:pPr>
        <w:spacing w:after="0" w:line="240" w:lineRule="auto"/>
        <w:jc w:val="both"/>
        <w:rPr>
          <w:rFonts w:cs="Open Sans Condensed Light"/>
          <w:b/>
          <w:sz w:val="20"/>
          <w:szCs w:val="20"/>
          <w:lang w:val="en-US" w:eastAsia="it-IT"/>
        </w:rPr>
      </w:pPr>
      <w:r>
        <w:rPr>
          <w:rFonts w:cs="Open Sans Condensed Light"/>
          <w:b/>
          <w:sz w:val="20"/>
          <w:szCs w:val="20"/>
          <w:lang w:val="en-US" w:eastAsia="it-IT"/>
        </w:rPr>
        <w:t>OLUCE</w:t>
      </w:r>
    </w:p>
    <w:p w:rsidR="00492650" w:rsidRDefault="00492650" w:rsidP="00E16B36">
      <w:pPr>
        <w:spacing w:after="0" w:line="240" w:lineRule="auto"/>
        <w:jc w:val="both"/>
        <w:rPr>
          <w:rFonts w:cs="Arial"/>
          <w:b/>
          <w:color w:val="000000"/>
          <w:sz w:val="20"/>
          <w:szCs w:val="20"/>
          <w:lang w:val="en-US"/>
        </w:rPr>
      </w:pPr>
      <w:r w:rsidRPr="006C145B">
        <w:rPr>
          <w:rFonts w:cs="Open Sans Condensed Light"/>
          <w:b/>
          <w:sz w:val="20"/>
          <w:szCs w:val="20"/>
          <w:lang w:val="en-US" w:eastAsia="it-IT"/>
        </w:rPr>
        <w:t xml:space="preserve">PAD 13 STAND </w:t>
      </w:r>
      <w:r w:rsidRPr="006C145B">
        <w:rPr>
          <w:rFonts w:cs="Arial"/>
          <w:b/>
          <w:color w:val="000000"/>
          <w:sz w:val="20"/>
          <w:szCs w:val="20"/>
          <w:lang w:val="en-US"/>
        </w:rPr>
        <w:t xml:space="preserve">A </w:t>
      </w:r>
      <w:smartTag w:uri="urn:schemas-microsoft-com:office:smarttags" w:element="metricconverter">
        <w:smartTagPr>
          <w:attr w:name="ProductID" w:val="15 A"/>
        </w:smartTagPr>
        <w:r w:rsidRPr="006C145B">
          <w:rPr>
            <w:rFonts w:cs="Arial"/>
            <w:b/>
            <w:color w:val="000000"/>
            <w:sz w:val="20"/>
            <w:szCs w:val="20"/>
            <w:lang w:val="en-US"/>
          </w:rPr>
          <w:t>15 A</w:t>
        </w:r>
      </w:smartTag>
      <w:r w:rsidRPr="006C145B">
        <w:rPr>
          <w:rFonts w:cs="Arial"/>
          <w:b/>
          <w:color w:val="000000"/>
          <w:sz w:val="20"/>
          <w:szCs w:val="20"/>
          <w:lang w:val="en-US"/>
        </w:rPr>
        <w:t xml:space="preserve"> 19</w:t>
      </w:r>
    </w:p>
    <w:p w:rsidR="00492650" w:rsidRPr="006C145B" w:rsidRDefault="00492650" w:rsidP="00E16B36">
      <w:pPr>
        <w:spacing w:after="0" w:line="240" w:lineRule="auto"/>
        <w:jc w:val="both"/>
        <w:rPr>
          <w:rFonts w:cs="Open Sans Condensed Light"/>
          <w:b/>
          <w:sz w:val="20"/>
          <w:szCs w:val="20"/>
          <w:lang w:val="en-US" w:eastAsia="it-IT"/>
        </w:rPr>
      </w:pPr>
    </w:p>
    <w:p w:rsidR="00492650" w:rsidRPr="00A9101E" w:rsidRDefault="00492650" w:rsidP="00E16B36">
      <w:pPr>
        <w:spacing w:after="0" w:line="240" w:lineRule="auto"/>
        <w:jc w:val="both"/>
        <w:rPr>
          <w:rFonts w:cs="Open Sans Condensed Light"/>
          <w:sz w:val="20"/>
          <w:szCs w:val="20"/>
          <w:lang w:val="en-US" w:eastAsia="it-IT"/>
        </w:rPr>
      </w:pPr>
      <w:r w:rsidRPr="00A9101E">
        <w:rPr>
          <w:rFonts w:cs="Open Sans Condensed Light"/>
          <w:sz w:val="20"/>
          <w:szCs w:val="20"/>
          <w:lang w:val="en-US" w:eastAsia="it-IT"/>
        </w:rPr>
        <w:t>Set-up: Ferruccio Laviani</w:t>
      </w:r>
    </w:p>
    <w:p w:rsidR="00492650" w:rsidRPr="00A9101E" w:rsidRDefault="00492650" w:rsidP="00BE1730">
      <w:pPr>
        <w:spacing w:after="0" w:line="240" w:lineRule="auto"/>
        <w:jc w:val="both"/>
        <w:rPr>
          <w:sz w:val="20"/>
          <w:szCs w:val="20"/>
          <w:lang w:val="en-US"/>
        </w:rPr>
      </w:pPr>
    </w:p>
    <w:p w:rsidR="00492650" w:rsidRPr="00A9101E" w:rsidRDefault="00492650" w:rsidP="00BE1730">
      <w:pPr>
        <w:spacing w:after="0" w:line="240" w:lineRule="auto"/>
        <w:jc w:val="both"/>
        <w:rPr>
          <w:sz w:val="20"/>
          <w:szCs w:val="20"/>
          <w:lang w:val="en-US"/>
        </w:rPr>
      </w:pPr>
      <w:r w:rsidRPr="00A9101E">
        <w:rPr>
          <w:sz w:val="20"/>
          <w:szCs w:val="20"/>
          <w:lang w:val="en-US"/>
        </w:rPr>
        <w:t xml:space="preserve">Photo by </w:t>
      </w:r>
      <w:r w:rsidRPr="00B55264">
        <w:rPr>
          <w:sz w:val="20"/>
          <w:szCs w:val="20"/>
          <w:lang w:val="en-US"/>
        </w:rPr>
        <w:t>Andrea Basile</w:t>
      </w:r>
    </w:p>
    <w:p w:rsidR="00492650" w:rsidRDefault="00492650" w:rsidP="00BE1730">
      <w:pPr>
        <w:spacing w:after="0" w:line="240" w:lineRule="auto"/>
        <w:jc w:val="both"/>
        <w:rPr>
          <w:sz w:val="20"/>
          <w:szCs w:val="20"/>
          <w:lang w:val="en-US"/>
        </w:rPr>
      </w:pPr>
      <w:hyperlink r:id="rId5" w:history="1">
        <w:r w:rsidRPr="00AC16CF">
          <w:rPr>
            <w:rStyle w:val="Hyperlink"/>
            <w:sz w:val="20"/>
            <w:szCs w:val="20"/>
            <w:lang w:val="en-US"/>
          </w:rPr>
          <w:t>https://www.dropbox.com/sh/czx95fafipdky1o/AACMtigZNSCaF-ej8w5qXla0a?dl=0</w:t>
        </w:r>
      </w:hyperlink>
    </w:p>
    <w:p w:rsidR="00492650" w:rsidRPr="00A9101E" w:rsidRDefault="00492650" w:rsidP="00BE1730">
      <w:pPr>
        <w:spacing w:after="0" w:line="240" w:lineRule="auto"/>
        <w:jc w:val="both"/>
        <w:rPr>
          <w:sz w:val="20"/>
          <w:szCs w:val="20"/>
          <w:lang w:val="en-US"/>
        </w:rPr>
      </w:pPr>
    </w:p>
    <w:p w:rsidR="00492650" w:rsidRPr="00A9101E" w:rsidRDefault="00492650" w:rsidP="00EB4696">
      <w:pPr>
        <w:pStyle w:val="NoSpacing"/>
        <w:jc w:val="both"/>
        <w:rPr>
          <w:b/>
          <w:bCs/>
          <w:sz w:val="20"/>
          <w:szCs w:val="20"/>
          <w:lang w:val="en-US"/>
        </w:rPr>
      </w:pPr>
    </w:p>
    <w:p w:rsidR="00492650" w:rsidRPr="00A9101E" w:rsidRDefault="00492650" w:rsidP="00EB4696">
      <w:pPr>
        <w:pStyle w:val="NoSpacing"/>
        <w:jc w:val="both"/>
        <w:rPr>
          <w:b/>
          <w:bCs/>
          <w:sz w:val="20"/>
          <w:szCs w:val="20"/>
          <w:lang w:val="en-US"/>
        </w:rPr>
      </w:pPr>
    </w:p>
    <w:p w:rsidR="00492650" w:rsidRPr="00A9101E" w:rsidRDefault="00492650" w:rsidP="00EB4696">
      <w:pPr>
        <w:pStyle w:val="NoSpacing"/>
        <w:jc w:val="both"/>
        <w:rPr>
          <w:b/>
          <w:bCs/>
          <w:sz w:val="20"/>
          <w:szCs w:val="20"/>
          <w:lang w:val="en-US"/>
        </w:rPr>
      </w:pPr>
    </w:p>
    <w:p w:rsidR="00492650" w:rsidRPr="00A9101E" w:rsidRDefault="00492650" w:rsidP="00EB4696">
      <w:pPr>
        <w:pStyle w:val="NoSpacing"/>
        <w:jc w:val="both"/>
        <w:rPr>
          <w:b/>
          <w:bCs/>
          <w:sz w:val="20"/>
          <w:szCs w:val="20"/>
          <w:lang w:val="en-US"/>
        </w:rPr>
      </w:pPr>
      <w:bookmarkStart w:id="0" w:name="_GoBack"/>
      <w:bookmarkEnd w:id="0"/>
    </w:p>
    <w:p w:rsidR="00492650" w:rsidRPr="00A9101E" w:rsidRDefault="00492650" w:rsidP="00EB4696">
      <w:pPr>
        <w:pStyle w:val="NoSpacing"/>
        <w:jc w:val="both"/>
        <w:rPr>
          <w:b/>
          <w:bCs/>
          <w:sz w:val="20"/>
          <w:szCs w:val="20"/>
          <w:lang w:val="en-US"/>
        </w:rPr>
      </w:pPr>
    </w:p>
    <w:p w:rsidR="00492650" w:rsidRPr="00A9101E" w:rsidRDefault="00492650" w:rsidP="00EB4696">
      <w:pPr>
        <w:pStyle w:val="NoSpacing"/>
        <w:jc w:val="both"/>
        <w:rPr>
          <w:b/>
          <w:bCs/>
          <w:sz w:val="20"/>
          <w:szCs w:val="20"/>
          <w:lang w:val="en-US"/>
        </w:rPr>
      </w:pPr>
    </w:p>
    <w:p w:rsidR="00492650" w:rsidRPr="00A9101E" w:rsidRDefault="00492650" w:rsidP="00EB4696">
      <w:pPr>
        <w:pStyle w:val="NoSpacing"/>
        <w:jc w:val="both"/>
        <w:rPr>
          <w:b/>
          <w:bCs/>
          <w:sz w:val="20"/>
          <w:szCs w:val="20"/>
          <w:lang w:val="en-US"/>
        </w:rPr>
      </w:pPr>
    </w:p>
    <w:p w:rsidR="00492650" w:rsidRPr="00A9101E" w:rsidRDefault="00492650" w:rsidP="00EB4696">
      <w:pPr>
        <w:pStyle w:val="NoSpacing"/>
        <w:jc w:val="both"/>
        <w:rPr>
          <w:b/>
          <w:bCs/>
          <w:sz w:val="20"/>
          <w:szCs w:val="20"/>
          <w:lang w:val="en-US"/>
        </w:rPr>
      </w:pPr>
    </w:p>
    <w:p w:rsidR="00492650" w:rsidRPr="00A9101E" w:rsidRDefault="00492650" w:rsidP="00EB4696">
      <w:pPr>
        <w:pStyle w:val="NoSpacing"/>
        <w:jc w:val="both"/>
        <w:rPr>
          <w:b/>
          <w:bCs/>
          <w:sz w:val="20"/>
          <w:szCs w:val="20"/>
          <w:lang w:val="en-US"/>
        </w:rPr>
      </w:pPr>
    </w:p>
    <w:p w:rsidR="00492650" w:rsidRPr="00A9101E" w:rsidRDefault="00492650" w:rsidP="00EB4696">
      <w:pPr>
        <w:pStyle w:val="NoSpacing"/>
        <w:jc w:val="both"/>
        <w:rPr>
          <w:b/>
          <w:bCs/>
          <w:sz w:val="20"/>
          <w:szCs w:val="20"/>
          <w:lang w:val="en-US"/>
        </w:rPr>
      </w:pPr>
    </w:p>
    <w:p w:rsidR="00492650" w:rsidRPr="00A9101E" w:rsidRDefault="00492650" w:rsidP="00EB4696">
      <w:pPr>
        <w:pStyle w:val="NoSpacing"/>
        <w:jc w:val="both"/>
        <w:rPr>
          <w:b/>
          <w:bCs/>
          <w:sz w:val="20"/>
          <w:szCs w:val="20"/>
          <w:lang w:val="en-US"/>
        </w:rPr>
      </w:pPr>
    </w:p>
    <w:p w:rsidR="00492650" w:rsidRPr="00A9101E" w:rsidRDefault="00492650" w:rsidP="00EB4696">
      <w:pPr>
        <w:pStyle w:val="NoSpacing"/>
        <w:jc w:val="both"/>
        <w:rPr>
          <w:b/>
          <w:bCs/>
          <w:sz w:val="20"/>
          <w:szCs w:val="20"/>
          <w:lang w:val="en-US"/>
        </w:rPr>
      </w:pPr>
    </w:p>
    <w:p w:rsidR="00492650" w:rsidRPr="00A9101E" w:rsidRDefault="00492650" w:rsidP="00EB4696">
      <w:pPr>
        <w:pStyle w:val="NoSpacing"/>
        <w:jc w:val="both"/>
        <w:rPr>
          <w:b/>
          <w:bCs/>
          <w:sz w:val="20"/>
          <w:szCs w:val="20"/>
          <w:lang w:val="en-US"/>
        </w:rPr>
      </w:pPr>
    </w:p>
    <w:p w:rsidR="00492650" w:rsidRPr="00A9101E" w:rsidRDefault="00492650" w:rsidP="00EB4696">
      <w:pPr>
        <w:pStyle w:val="NoSpacing"/>
        <w:jc w:val="both"/>
        <w:rPr>
          <w:lang w:val="en-US"/>
        </w:rPr>
      </w:pPr>
    </w:p>
    <w:p w:rsidR="00492650" w:rsidRPr="005E7E55" w:rsidRDefault="00492650" w:rsidP="00DD750E">
      <w:pPr>
        <w:pStyle w:val="NoSpacing"/>
        <w:rPr>
          <w:b/>
          <w:sz w:val="20"/>
        </w:rPr>
      </w:pPr>
      <w:r w:rsidRPr="005E7E55">
        <w:rPr>
          <w:b/>
          <w:sz w:val="20"/>
        </w:rPr>
        <w:t xml:space="preserve">Press Office </w:t>
      </w:r>
    </w:p>
    <w:p w:rsidR="00492650" w:rsidRPr="005E7E55" w:rsidRDefault="00492650" w:rsidP="00DD750E">
      <w:pPr>
        <w:rPr>
          <w:sz w:val="20"/>
        </w:rPr>
      </w:pPr>
      <w:r w:rsidRPr="005E7E55">
        <w:rPr>
          <w:sz w:val="20"/>
        </w:rPr>
        <w:t>Antonella Morlino - press@oluce.com  02 98491435</w:t>
      </w:r>
    </w:p>
    <w:p w:rsidR="00492650" w:rsidRPr="00DE6E6D" w:rsidRDefault="00492650" w:rsidP="00EB4696">
      <w:pPr>
        <w:jc w:val="both"/>
      </w:pPr>
    </w:p>
    <w:sectPr w:rsidR="00492650" w:rsidRPr="00DE6E6D" w:rsidSect="007056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Condensed Light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97C"/>
    <w:rsid w:val="00016888"/>
    <w:rsid w:val="00030532"/>
    <w:rsid w:val="00046FD2"/>
    <w:rsid w:val="0005393F"/>
    <w:rsid w:val="00077078"/>
    <w:rsid w:val="00080B80"/>
    <w:rsid w:val="00083D4E"/>
    <w:rsid w:val="00097668"/>
    <w:rsid w:val="000E4F17"/>
    <w:rsid w:val="000E7694"/>
    <w:rsid w:val="000F42BC"/>
    <w:rsid w:val="0010233B"/>
    <w:rsid w:val="001040C1"/>
    <w:rsid w:val="001A2D91"/>
    <w:rsid w:val="001B425E"/>
    <w:rsid w:val="001C78E5"/>
    <w:rsid w:val="001E5852"/>
    <w:rsid w:val="002006ED"/>
    <w:rsid w:val="0021389F"/>
    <w:rsid w:val="00217359"/>
    <w:rsid w:val="00235512"/>
    <w:rsid w:val="00236CF5"/>
    <w:rsid w:val="00237FF6"/>
    <w:rsid w:val="00242BFF"/>
    <w:rsid w:val="002468C0"/>
    <w:rsid w:val="00254BE0"/>
    <w:rsid w:val="002613D7"/>
    <w:rsid w:val="00263A82"/>
    <w:rsid w:val="00273A26"/>
    <w:rsid w:val="0029314C"/>
    <w:rsid w:val="002C4C99"/>
    <w:rsid w:val="002C731C"/>
    <w:rsid w:val="002D7AE3"/>
    <w:rsid w:val="002F1F44"/>
    <w:rsid w:val="00310AF9"/>
    <w:rsid w:val="00321CAE"/>
    <w:rsid w:val="00321D94"/>
    <w:rsid w:val="00337134"/>
    <w:rsid w:val="003474DB"/>
    <w:rsid w:val="003C2109"/>
    <w:rsid w:val="003C3018"/>
    <w:rsid w:val="003C3502"/>
    <w:rsid w:val="003C360B"/>
    <w:rsid w:val="003C6E6E"/>
    <w:rsid w:val="003D2DD0"/>
    <w:rsid w:val="003E4592"/>
    <w:rsid w:val="003E6286"/>
    <w:rsid w:val="003E76BA"/>
    <w:rsid w:val="003F2D3B"/>
    <w:rsid w:val="00422F44"/>
    <w:rsid w:val="00441ACA"/>
    <w:rsid w:val="00442B1D"/>
    <w:rsid w:val="00446CF6"/>
    <w:rsid w:val="0045193E"/>
    <w:rsid w:val="00492650"/>
    <w:rsid w:val="004A197C"/>
    <w:rsid w:val="004A40E8"/>
    <w:rsid w:val="004E4069"/>
    <w:rsid w:val="004E5246"/>
    <w:rsid w:val="004F1369"/>
    <w:rsid w:val="00501009"/>
    <w:rsid w:val="00510EC4"/>
    <w:rsid w:val="00562500"/>
    <w:rsid w:val="0057171F"/>
    <w:rsid w:val="005B4323"/>
    <w:rsid w:val="005B4391"/>
    <w:rsid w:val="005C637A"/>
    <w:rsid w:val="005E3D31"/>
    <w:rsid w:val="005E6371"/>
    <w:rsid w:val="005E7E55"/>
    <w:rsid w:val="006121DF"/>
    <w:rsid w:val="006224CA"/>
    <w:rsid w:val="00641568"/>
    <w:rsid w:val="00664925"/>
    <w:rsid w:val="00695376"/>
    <w:rsid w:val="006C145B"/>
    <w:rsid w:val="006C7CA6"/>
    <w:rsid w:val="007056F5"/>
    <w:rsid w:val="007254FC"/>
    <w:rsid w:val="00727BE6"/>
    <w:rsid w:val="00755753"/>
    <w:rsid w:val="007652C5"/>
    <w:rsid w:val="00773411"/>
    <w:rsid w:val="00781313"/>
    <w:rsid w:val="0078721A"/>
    <w:rsid w:val="00793154"/>
    <w:rsid w:val="007A2C1A"/>
    <w:rsid w:val="007B694B"/>
    <w:rsid w:val="008172D8"/>
    <w:rsid w:val="00844CC7"/>
    <w:rsid w:val="008457A5"/>
    <w:rsid w:val="00866775"/>
    <w:rsid w:val="00890E2B"/>
    <w:rsid w:val="008D5332"/>
    <w:rsid w:val="00920CA9"/>
    <w:rsid w:val="00942C4D"/>
    <w:rsid w:val="00962717"/>
    <w:rsid w:val="009812F5"/>
    <w:rsid w:val="009824AA"/>
    <w:rsid w:val="009917C4"/>
    <w:rsid w:val="009A0629"/>
    <w:rsid w:val="009A7052"/>
    <w:rsid w:val="009C3170"/>
    <w:rsid w:val="009E6277"/>
    <w:rsid w:val="009F27CC"/>
    <w:rsid w:val="009F6819"/>
    <w:rsid w:val="00A068D5"/>
    <w:rsid w:val="00A13317"/>
    <w:rsid w:val="00A424B5"/>
    <w:rsid w:val="00A52718"/>
    <w:rsid w:val="00A62FE8"/>
    <w:rsid w:val="00A85C97"/>
    <w:rsid w:val="00A87277"/>
    <w:rsid w:val="00A9101E"/>
    <w:rsid w:val="00AA2D74"/>
    <w:rsid w:val="00AC16CF"/>
    <w:rsid w:val="00AD4F93"/>
    <w:rsid w:val="00AE70E7"/>
    <w:rsid w:val="00B00358"/>
    <w:rsid w:val="00B20E3F"/>
    <w:rsid w:val="00B315BC"/>
    <w:rsid w:val="00B35CCB"/>
    <w:rsid w:val="00B3701B"/>
    <w:rsid w:val="00B55264"/>
    <w:rsid w:val="00B60C23"/>
    <w:rsid w:val="00B72287"/>
    <w:rsid w:val="00B8398B"/>
    <w:rsid w:val="00B9545E"/>
    <w:rsid w:val="00B96171"/>
    <w:rsid w:val="00BA6267"/>
    <w:rsid w:val="00BB0BB6"/>
    <w:rsid w:val="00BB306D"/>
    <w:rsid w:val="00BE1730"/>
    <w:rsid w:val="00BE6027"/>
    <w:rsid w:val="00C162CE"/>
    <w:rsid w:val="00C4203E"/>
    <w:rsid w:val="00CA3666"/>
    <w:rsid w:val="00CE5203"/>
    <w:rsid w:val="00D0522A"/>
    <w:rsid w:val="00D13ED6"/>
    <w:rsid w:val="00D752D1"/>
    <w:rsid w:val="00D82242"/>
    <w:rsid w:val="00D846A0"/>
    <w:rsid w:val="00D86295"/>
    <w:rsid w:val="00DB49A9"/>
    <w:rsid w:val="00DD750E"/>
    <w:rsid w:val="00DE1613"/>
    <w:rsid w:val="00DE6E6D"/>
    <w:rsid w:val="00E03857"/>
    <w:rsid w:val="00E0533B"/>
    <w:rsid w:val="00E16B36"/>
    <w:rsid w:val="00E16CE4"/>
    <w:rsid w:val="00E24897"/>
    <w:rsid w:val="00E2596E"/>
    <w:rsid w:val="00E601E5"/>
    <w:rsid w:val="00E6079C"/>
    <w:rsid w:val="00E94424"/>
    <w:rsid w:val="00EA1677"/>
    <w:rsid w:val="00EB4696"/>
    <w:rsid w:val="00EC37DE"/>
    <w:rsid w:val="00EC4B2D"/>
    <w:rsid w:val="00ED10FF"/>
    <w:rsid w:val="00F75B21"/>
    <w:rsid w:val="00F87DA3"/>
    <w:rsid w:val="00F90477"/>
    <w:rsid w:val="00F91FCE"/>
    <w:rsid w:val="00F93601"/>
    <w:rsid w:val="00F94529"/>
    <w:rsid w:val="00FA021D"/>
    <w:rsid w:val="00FA11B8"/>
    <w:rsid w:val="00FA135D"/>
    <w:rsid w:val="00FC3396"/>
    <w:rsid w:val="00FD5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97C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6FD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46FD2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uiPriority w:val="99"/>
    <w:qFormat/>
    <w:rsid w:val="004A197C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35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5512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uiPriority w:val="99"/>
    <w:rsid w:val="00235512"/>
    <w:rPr>
      <w:rFonts w:cs="Times New Roman"/>
    </w:rPr>
  </w:style>
  <w:style w:type="character" w:styleId="Hyperlink">
    <w:name w:val="Hyperlink"/>
    <w:basedOn w:val="DefaultParagraphFont"/>
    <w:uiPriority w:val="99"/>
    <w:rsid w:val="00A9101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99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99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9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99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9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9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dropbox.com/sh/czx95fafipdky1o/AACMtigZNSCaF-ej8w5qXla0a?dl=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55</Words>
  <Characters>318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Carola</dc:creator>
  <cp:keywords/>
  <dc:description/>
  <cp:lastModifiedBy>pr1</cp:lastModifiedBy>
  <cp:revision>4</cp:revision>
  <cp:lastPrinted>2015-04-02T11:24:00Z</cp:lastPrinted>
  <dcterms:created xsi:type="dcterms:W3CDTF">2015-04-10T15:09:00Z</dcterms:created>
  <dcterms:modified xsi:type="dcterms:W3CDTF">2015-04-10T16:36:00Z</dcterms:modified>
</cp:coreProperties>
</file>